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5A4A31D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469C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469C7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5B3E4943" w:rsidR="0085747A" w:rsidRPr="00D16085" w:rsidRDefault="0071620A" w:rsidP="00EA4832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3EB8">
        <w:rPr>
          <w:rFonts w:ascii="Corbel" w:hAnsi="Corbel"/>
          <w:iCs/>
          <w:smallCaps/>
          <w:sz w:val="24"/>
          <w:szCs w:val="24"/>
        </w:rPr>
        <w:t>2024-2026</w:t>
      </w: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7C3667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0694">
        <w:rPr>
          <w:rFonts w:ascii="Corbel" w:hAnsi="Corbel"/>
          <w:sz w:val="20"/>
          <w:szCs w:val="20"/>
        </w:rPr>
        <w:t>202</w:t>
      </w:r>
      <w:r w:rsidR="009B3EB8">
        <w:rPr>
          <w:rFonts w:ascii="Corbel" w:hAnsi="Corbel"/>
          <w:sz w:val="20"/>
          <w:szCs w:val="20"/>
        </w:rPr>
        <w:t>4</w:t>
      </w:r>
      <w:r w:rsidR="00540694">
        <w:rPr>
          <w:rFonts w:ascii="Corbel" w:hAnsi="Corbel"/>
          <w:sz w:val="20"/>
          <w:szCs w:val="20"/>
        </w:rPr>
        <w:t>/202</w:t>
      </w:r>
      <w:r w:rsidR="009B3EB8">
        <w:rPr>
          <w:rFonts w:ascii="Corbel" w:hAnsi="Corbel"/>
          <w:sz w:val="20"/>
          <w:szCs w:val="20"/>
        </w:rPr>
        <w:t>5</w:t>
      </w:r>
    </w:p>
    <w:p w14:paraId="1B5198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1A75AECD" w:rsidR="0085747A" w:rsidRPr="009C54AE" w:rsidRDefault="00D1608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7BA8BC2" w:rsidR="0085747A" w:rsidRPr="009C54AE" w:rsidRDefault="00582E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9C54AE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9C54AE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823E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73830D49" w:rsidR="0085747A" w:rsidRPr="009C54AE" w:rsidRDefault="001F75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B32D2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9C54AE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641FD3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F651B48" w:rsidR="0085747A" w:rsidRPr="009C54AE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2406FF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7A19D0CD" w:rsidR="0085747A" w:rsidRPr="009C54AE" w:rsidRDefault="001242EF" w:rsidP="001242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bookmarkStart w:id="0" w:name="_GoBack"/>
            <w:bookmarkEnd w:id="0"/>
            <w:r w:rsidRPr="001242EF">
              <w:rPr>
                <w:rFonts w:ascii="Corbel" w:hAnsi="Corbel"/>
                <w:b w:val="0"/>
                <w:sz w:val="24"/>
                <w:szCs w:val="24"/>
              </w:rPr>
              <w:t xml:space="preserve">Viktor </w:t>
            </w:r>
            <w:proofErr w:type="spellStart"/>
            <w:r w:rsidRPr="001242EF">
              <w:rPr>
                <w:rFonts w:ascii="Corbel" w:hAnsi="Corbel"/>
                <w:b w:val="0"/>
                <w:sz w:val="24"/>
                <w:szCs w:val="24"/>
              </w:rPr>
              <w:t>Dorodnykh</w:t>
            </w:r>
            <w:proofErr w:type="spellEnd"/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01CB10DD" w:rsidR="00627FF5" w:rsidRPr="009C54AE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9C54AE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A22FF68" w:rsidR="00015B8F" w:rsidRPr="009C54AE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2F7C2C89" w:rsidR="00015B8F" w:rsidRPr="009C54AE" w:rsidRDefault="00E95B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1FD3" w:rsidRPr="009C54AE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49E4B3F6" w:rsidR="00641FD3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9C54AE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316BD4F4" w:rsidR="00641FD3" w:rsidRDefault="00E95B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E6890" w:rsidRPr="009C54AE" w14:paraId="76238BF8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EFCF" w14:textId="54696468" w:rsidR="00DE6890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9677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2AE5" w14:textId="186ED497" w:rsidR="00DE6890" w:rsidRDefault="009519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80F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3B4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F6F2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5C9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AE16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5E0A" w14:textId="77777777" w:rsidR="00DE6890" w:rsidRPr="009C54AE" w:rsidRDefault="00DE68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9845" w14:textId="62B7E77F" w:rsidR="00DE6890" w:rsidRDefault="00E95B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7AA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7A74EF8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1A6D73A8" w14:textId="58B9622D" w:rsidR="009C54AE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692103D2" w14:textId="75545416" w:rsidR="0085747A" w:rsidRPr="009C54AE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7D137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7D137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7D137E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7D137E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7D137E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D137E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0A4E07">
        <w:tc>
          <w:tcPr>
            <w:tcW w:w="1681" w:type="dxa"/>
          </w:tcPr>
          <w:p w14:paraId="23DBA0D5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A4E0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67711C92" w:rsidR="00011230" w:rsidRDefault="00D9780E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tekst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zawierający specjalistyczną terminologię pedagogiczną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zastosuje specjalistyczn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ą terminologię pedagogiczną do tworzenia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wypowie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>w różnorodnych obszarach posługując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8F06FE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0A4E07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4389C0A" w14:textId="77777777" w:rsidTr="000A4E07">
        <w:tc>
          <w:tcPr>
            <w:tcW w:w="1681" w:type="dxa"/>
          </w:tcPr>
          <w:p w14:paraId="6FA4B26E" w14:textId="77777777" w:rsidR="0085747A" w:rsidRPr="000A4E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05AAFE8B" w:rsidR="00F84360" w:rsidRPr="00F84360" w:rsidRDefault="00D9780E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4360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wykaże się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motywacj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F84360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samorozwoju w zakresie języka angielskiego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0A4E07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0A4E07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A4E0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AD6F1E9" w14:textId="77777777" w:rsidTr="00923D7D">
        <w:tc>
          <w:tcPr>
            <w:tcW w:w="9639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923D7D">
        <w:tc>
          <w:tcPr>
            <w:tcW w:w="9639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1109F77C" w14:textId="77777777" w:rsidTr="00923D7D">
        <w:tc>
          <w:tcPr>
            <w:tcW w:w="9639" w:type="dxa"/>
          </w:tcPr>
          <w:p w14:paraId="552895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0AF2E18" w14:textId="77777777" w:rsidTr="00923D7D">
        <w:tc>
          <w:tcPr>
            <w:tcW w:w="9639" w:type="dxa"/>
          </w:tcPr>
          <w:p w14:paraId="46680C5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93A657" w14:textId="77777777" w:rsidTr="00B80F4C">
        <w:tc>
          <w:tcPr>
            <w:tcW w:w="9520" w:type="dxa"/>
          </w:tcPr>
          <w:p w14:paraId="387A36C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9C54AE" w14:paraId="7E7B4C73" w14:textId="77777777" w:rsidTr="00B80F4C">
        <w:tc>
          <w:tcPr>
            <w:tcW w:w="9520" w:type="dxa"/>
          </w:tcPr>
          <w:p w14:paraId="5A551CE6" w14:textId="77777777" w:rsidR="00FC6A05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41541E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41541E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20975D4" w14:textId="77777777" w:rsidTr="00B80F4C">
        <w:tc>
          <w:tcPr>
            <w:tcW w:w="9520" w:type="dxa"/>
          </w:tcPr>
          <w:p w14:paraId="0E06D971" w14:textId="77777777" w:rsidR="0085747A" w:rsidRPr="0041541E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E0313EC" w14:textId="77777777" w:rsidTr="00B80F4C">
        <w:tc>
          <w:tcPr>
            <w:tcW w:w="9520" w:type="dxa"/>
          </w:tcPr>
          <w:p w14:paraId="2F9ECAF2" w14:textId="77B3CFBC" w:rsidR="0085747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Charakterystyka wybranych zjawisk społecznych</w:t>
            </w:r>
            <w:r w:rsidR="00FC6A05" w:rsidRPr="0041541E">
              <w:rPr>
                <w:sz w:val="24"/>
                <w:szCs w:val="24"/>
              </w:rPr>
              <w:t xml:space="preserve"> w odniesieniu do kierunku studiów</w:t>
            </w:r>
            <w:r w:rsidRPr="0041541E">
              <w:rPr>
                <w:sz w:val="24"/>
                <w:szCs w:val="24"/>
              </w:rPr>
              <w:t>.</w:t>
            </w:r>
            <w:r w:rsidR="00FC6A05" w:rsidRPr="0041541E">
              <w:rPr>
                <w:sz w:val="24"/>
                <w:szCs w:val="24"/>
              </w:rPr>
              <w:t xml:space="preserve"> Praca </w:t>
            </w:r>
            <w:r w:rsidR="00B86330">
              <w:rPr>
                <w:sz w:val="24"/>
                <w:szCs w:val="24"/>
              </w:rPr>
              <w:br/>
            </w:r>
            <w:r w:rsidR="00FC6A05" w:rsidRPr="0041541E">
              <w:rPr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8511091" w14:textId="77777777" w:rsidTr="00B80F4C">
        <w:tc>
          <w:tcPr>
            <w:tcW w:w="9520" w:type="dxa"/>
          </w:tcPr>
          <w:p w14:paraId="4CC0237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Środki masowego przekazu.</w:t>
            </w:r>
            <w:r w:rsidR="0041541E" w:rsidRPr="0041541E">
              <w:rPr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C6A05" w:rsidRPr="009C54AE" w14:paraId="5FFE0C78" w14:textId="77777777" w:rsidTr="00B80F4C">
        <w:tc>
          <w:tcPr>
            <w:tcW w:w="9520" w:type="dxa"/>
          </w:tcPr>
          <w:p w14:paraId="51866D80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1541E">
              <w:rPr>
                <w:sz w:val="24"/>
                <w:szCs w:val="24"/>
              </w:rPr>
              <w:t>Społeczne i kulturowe oddziaływania mediów.</w:t>
            </w:r>
            <w:r w:rsidR="0041541E" w:rsidRPr="0041541E">
              <w:rPr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F0138A" w:rsidRPr="009C54AE" w14:paraId="7BA81422" w14:textId="77777777" w:rsidTr="00B80F4C">
        <w:tc>
          <w:tcPr>
            <w:tcW w:w="9520" w:type="dxa"/>
          </w:tcPr>
          <w:p w14:paraId="3D494993" w14:textId="77777777" w:rsidR="00F0138A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</w:t>
            </w:r>
            <w:r w:rsidR="00F0138A" w:rsidRPr="0041541E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41541E">
              <w:rPr>
                <w:rFonts w:ascii="Corbel" w:hAnsi="Corbel"/>
                <w:sz w:val="24"/>
                <w:szCs w:val="24"/>
              </w:rPr>
              <w:t>miejscu pracy</w:t>
            </w:r>
            <w:r w:rsidRPr="0041541E">
              <w:rPr>
                <w:rFonts w:ascii="Corbel" w:hAnsi="Corbel"/>
                <w:sz w:val="24"/>
                <w:szCs w:val="24"/>
              </w:rPr>
              <w:t>.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2943677" w14:textId="77777777" w:rsidTr="00B80F4C">
        <w:tc>
          <w:tcPr>
            <w:tcW w:w="9520" w:type="dxa"/>
          </w:tcPr>
          <w:p w14:paraId="156D001C" w14:textId="77777777" w:rsidR="00F0138A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41541E">
              <w:rPr>
                <w:sz w:val="24"/>
                <w:szCs w:val="24"/>
              </w:rPr>
              <w:t xml:space="preserve">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39934A3F" w14:textId="4451E93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06415F28" w14:textId="77777777" w:rsidTr="00B80F4C">
        <w:tc>
          <w:tcPr>
            <w:tcW w:w="9520" w:type="dxa"/>
          </w:tcPr>
          <w:p w14:paraId="6F8E61FC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4D2B7956" w14:textId="77777777" w:rsidTr="00B80F4C">
        <w:tc>
          <w:tcPr>
            <w:tcW w:w="9520" w:type="dxa"/>
          </w:tcPr>
          <w:p w14:paraId="03699A46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41541E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9C54AE" w14:paraId="05C52E1A" w14:textId="77777777" w:rsidTr="00B80F4C">
        <w:tc>
          <w:tcPr>
            <w:tcW w:w="9520" w:type="dxa"/>
          </w:tcPr>
          <w:p w14:paraId="6154C535" w14:textId="77777777" w:rsidR="00516997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81225AB" w14:textId="77777777" w:rsidTr="00B80F4C">
        <w:tc>
          <w:tcPr>
            <w:tcW w:w="9520" w:type="dxa"/>
          </w:tcPr>
          <w:p w14:paraId="57C70EE8" w14:textId="77777777" w:rsidR="00F0138A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41541E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4C35688" w14:textId="77777777" w:rsidTr="00B80F4C">
        <w:tc>
          <w:tcPr>
            <w:tcW w:w="9520" w:type="dxa"/>
          </w:tcPr>
          <w:p w14:paraId="725CD390" w14:textId="5FFAC133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>
              <w:rPr>
                <w:rFonts w:ascii="Corbel" w:hAnsi="Corbel"/>
                <w:sz w:val="24"/>
                <w:szCs w:val="24"/>
              </w:rPr>
              <w:br/>
            </w:r>
            <w:r w:rsidR="008500B1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1EA034E6" w14:textId="77777777" w:rsidTr="00B80F4C">
        <w:tc>
          <w:tcPr>
            <w:tcW w:w="9520" w:type="dxa"/>
          </w:tcPr>
          <w:p w14:paraId="142AB615" w14:textId="77777777" w:rsidR="00FC6A05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41541E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3F8E7F3F" w14:textId="77777777" w:rsidTr="00B80F4C">
        <w:tc>
          <w:tcPr>
            <w:tcW w:w="9520" w:type="dxa"/>
          </w:tcPr>
          <w:p w14:paraId="26BD2A1B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41541E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9C54AE" w14:paraId="6D0690A1" w14:textId="77777777" w:rsidTr="00B80F4C">
        <w:tc>
          <w:tcPr>
            <w:tcW w:w="9520" w:type="dxa"/>
          </w:tcPr>
          <w:p w14:paraId="2FE765D4" w14:textId="77777777" w:rsidR="00FC6A05" w:rsidRPr="0041541E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577C03" w14:textId="77777777" w:rsidTr="00B80F4C">
        <w:tc>
          <w:tcPr>
            <w:tcW w:w="9520" w:type="dxa"/>
          </w:tcPr>
          <w:p w14:paraId="74397398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9C54AE" w14:paraId="5A5A538D" w14:textId="77777777" w:rsidTr="00B80F4C">
        <w:tc>
          <w:tcPr>
            <w:tcW w:w="9520" w:type="dxa"/>
          </w:tcPr>
          <w:p w14:paraId="3BD88D36" w14:textId="77777777" w:rsidR="00B80F4C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7227123A" w14:textId="77777777" w:rsidTr="00B80F4C">
        <w:tc>
          <w:tcPr>
            <w:tcW w:w="9520" w:type="dxa"/>
          </w:tcPr>
          <w:p w14:paraId="249067F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65FDAE12" w14:textId="77777777" w:rsidTr="00B80F4C">
        <w:tc>
          <w:tcPr>
            <w:tcW w:w="9520" w:type="dxa"/>
          </w:tcPr>
          <w:p w14:paraId="714B9717" w14:textId="77777777" w:rsidR="00F0138A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9C54AE" w14:paraId="4A9971E2" w14:textId="77777777" w:rsidTr="00B80F4C">
        <w:tc>
          <w:tcPr>
            <w:tcW w:w="9520" w:type="dxa"/>
          </w:tcPr>
          <w:p w14:paraId="224987B4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41541E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9C54AE" w14:paraId="7F7B7F3C" w14:textId="77777777" w:rsidTr="00B80F4C">
        <w:tc>
          <w:tcPr>
            <w:tcW w:w="9520" w:type="dxa"/>
          </w:tcPr>
          <w:p w14:paraId="3F8D2186" w14:textId="77777777" w:rsidR="00FC6A05" w:rsidRPr="0041541E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1541E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41541E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3032A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2"/>
        </w:rPr>
      </w:pPr>
      <w:r w:rsidRPr="003032AB">
        <w:rPr>
          <w:rFonts w:ascii="Corbel" w:hAnsi="Corbel"/>
          <w:b w:val="0"/>
          <w:iCs/>
          <w:smallCaps w:val="0"/>
          <w:sz w:val="22"/>
        </w:rPr>
        <w:t xml:space="preserve">Ćwiczenia: </w:t>
      </w:r>
      <w:r w:rsidR="009F4610" w:rsidRPr="003032AB">
        <w:rPr>
          <w:rFonts w:ascii="Corbel" w:hAnsi="Corbel"/>
          <w:b w:val="0"/>
          <w:iCs/>
          <w:smallCaps w:val="0"/>
          <w:sz w:val="22"/>
        </w:rPr>
        <w:t xml:space="preserve">analiza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i interpretacja 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>tekstów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(słuchanych i pisanych)</w:t>
      </w:r>
      <w:r w:rsidR="00923D7D" w:rsidRPr="003032AB">
        <w:rPr>
          <w:rFonts w:ascii="Corbel" w:hAnsi="Corbel"/>
          <w:b w:val="0"/>
          <w:iCs/>
          <w:smallCaps w:val="0"/>
          <w:sz w:val="22"/>
        </w:rPr>
        <w:t xml:space="preserve"> z dyskusją,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metoda projektów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>praca w 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parach i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grupach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 xml:space="preserve"> (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>rozwiązywanie zadań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,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 dyskusja</w:t>
      </w:r>
      <w:r w:rsidR="0071620A" w:rsidRPr="003032AB">
        <w:rPr>
          <w:rFonts w:ascii="Corbel" w:hAnsi="Corbel"/>
          <w:b w:val="0"/>
          <w:iCs/>
          <w:smallCaps w:val="0"/>
          <w:sz w:val="22"/>
        </w:rPr>
        <w:t>),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 </w:t>
      </w:r>
      <w:r w:rsidR="003032AB">
        <w:rPr>
          <w:rFonts w:ascii="Corbel" w:hAnsi="Corbel"/>
          <w:b w:val="0"/>
          <w:iCs/>
          <w:smallCaps w:val="0"/>
          <w:sz w:val="22"/>
        </w:rPr>
        <w:t xml:space="preserve">rozwiązywanie zadań i testów, 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>prezentacja multimedialn</w:t>
      </w:r>
      <w:r w:rsidR="003032AB">
        <w:rPr>
          <w:rFonts w:ascii="Corbel" w:hAnsi="Corbel"/>
          <w:b w:val="0"/>
          <w:iCs/>
          <w:smallCaps w:val="0"/>
          <w:sz w:val="22"/>
        </w:rPr>
        <w:t>a</w:t>
      </w:r>
      <w:r w:rsidR="003032AB" w:rsidRPr="003032AB">
        <w:rPr>
          <w:rFonts w:ascii="Corbel" w:hAnsi="Corbel"/>
          <w:b w:val="0"/>
          <w:iCs/>
          <w:smallCaps w:val="0"/>
          <w:sz w:val="22"/>
        </w:rPr>
        <w:t xml:space="preserve">, </w:t>
      </w:r>
      <w:r w:rsidR="001718A7" w:rsidRPr="003032AB">
        <w:rPr>
          <w:rFonts w:ascii="Corbel" w:hAnsi="Corbel"/>
          <w:b w:val="0"/>
          <w:iCs/>
          <w:smallCaps w:val="0"/>
          <w:sz w:val="22"/>
        </w:rPr>
        <w:t xml:space="preserve">gry dydaktyczne, </w:t>
      </w:r>
      <w:r w:rsidR="00370E17">
        <w:rPr>
          <w:rFonts w:ascii="Corbel" w:hAnsi="Corbel"/>
          <w:b w:val="0"/>
          <w:iCs/>
          <w:smallCaps w:val="0"/>
          <w:sz w:val="22"/>
        </w:rPr>
        <w:t xml:space="preserve">ćwiczenia translacyjne, </w:t>
      </w:r>
      <w:r w:rsidR="0085747A" w:rsidRPr="003032AB">
        <w:rPr>
          <w:rFonts w:ascii="Corbel" w:hAnsi="Corbel"/>
          <w:b w:val="0"/>
          <w:iCs/>
          <w:smallCaps w:val="0"/>
          <w:sz w:val="22"/>
        </w:rPr>
        <w:t xml:space="preserve">metody kształcenia na odległość </w:t>
      </w:r>
    </w:p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9C54AE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9C54AE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9C54AE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57461E1" w14:textId="77777777" w:rsidTr="00C05F44">
        <w:tc>
          <w:tcPr>
            <w:tcW w:w="1985" w:type="dxa"/>
          </w:tcPr>
          <w:p w14:paraId="716E8AFD" w14:textId="09717533" w:rsidR="0085747A" w:rsidRPr="0037521F" w:rsidRDefault="00641FD3" w:rsidP="0037521F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EK</w:t>
            </w:r>
            <w:r w:rsidR="0085747A" w:rsidRPr="0037521F">
              <w:rPr>
                <w:rFonts w:ascii="Corbel" w:hAnsi="Corbel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260D28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  <w:tr w:rsidR="0085747A" w:rsidRPr="009C54AE" w14:paraId="1753E627" w14:textId="77777777" w:rsidTr="00C05F44">
        <w:tc>
          <w:tcPr>
            <w:tcW w:w="1985" w:type="dxa"/>
          </w:tcPr>
          <w:p w14:paraId="3CDBDB04" w14:textId="77777777" w:rsidR="0085747A" w:rsidRPr="0037521F" w:rsidRDefault="0085747A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Ek_ 02</w:t>
            </w:r>
          </w:p>
        </w:tc>
        <w:tc>
          <w:tcPr>
            <w:tcW w:w="5528" w:type="dxa"/>
          </w:tcPr>
          <w:p w14:paraId="3C583CB5" w14:textId="77777777" w:rsidR="0085747A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260D28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2BE99DD2" w:rsidR="002B3841" w:rsidRPr="00260D28" w:rsidRDefault="002B3841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37521F" w:rsidRDefault="003032AB" w:rsidP="0037521F">
            <w:pPr>
              <w:spacing w:after="0" w:line="240" w:lineRule="auto"/>
              <w:rPr>
                <w:rFonts w:ascii="Corbel" w:hAnsi="Corbel"/>
                <w:b/>
              </w:rPr>
            </w:pPr>
            <w:r w:rsidRPr="0037521F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3D81321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260D28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260D28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260D28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260D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260D28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0D28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6B65D984" w:rsidR="0085747A" w:rsidRPr="009C54AE" w:rsidRDefault="00C61DC5" w:rsidP="001469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44E77DE5" w:rsidR="0085747A" w:rsidRPr="009C54AE" w:rsidRDefault="001F7557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A12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9C54AE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5FDFA8" w14:textId="77777777" w:rsidR="0069393E" w:rsidRDefault="00D1608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3D0C2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A3A8A9" w14:textId="090FB358" w:rsidR="00C61DC5" w:rsidRPr="009C54AE" w:rsidRDefault="003D0C2C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(po </w:t>
            </w:r>
            <w:r w:rsidR="00D16085">
              <w:rPr>
                <w:rFonts w:ascii="Corbel" w:hAnsi="Corbel"/>
                <w:sz w:val="24"/>
                <w:szCs w:val="24"/>
              </w:rPr>
              <w:t>pięć</w:t>
            </w:r>
            <w:r>
              <w:rPr>
                <w:rFonts w:ascii="Corbel" w:hAnsi="Corbel"/>
                <w:sz w:val="24"/>
                <w:szCs w:val="24"/>
              </w:rPr>
              <w:t xml:space="preserve"> godz. w każdym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0CE84422" w14:textId="77777777" w:rsidR="00D16085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53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D053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D053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16085">
              <w:rPr>
                <w:rFonts w:ascii="Corbel" w:hAnsi="Corbel"/>
                <w:sz w:val="24"/>
                <w:szCs w:val="24"/>
              </w:rPr>
              <w:t>:</w:t>
            </w:r>
          </w:p>
          <w:p w14:paraId="682C138C" w14:textId="4F2E90C5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500D4C0" w14:textId="77777777" w:rsidR="00D16085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 xml:space="preserve"> przygotowanie pracy projektowej</w:t>
            </w:r>
          </w:p>
          <w:p w14:paraId="2D8A6640" w14:textId="3BEEB1FA" w:rsidR="00C61DC5" w:rsidRPr="009C54AE" w:rsidRDefault="00D1608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D0537" w:rsidRPr="00ED0537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4678FD6C" w14:textId="77777777" w:rsidR="00C61DC5" w:rsidRDefault="00C61DC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C948D47" w14:textId="77777777" w:rsidR="00D16085" w:rsidRDefault="00D1608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E61976" w14:textId="048EEC9E" w:rsidR="00D16085" w:rsidRDefault="001F7557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349E8A7F" w14:textId="77777777" w:rsidR="00D16085" w:rsidRDefault="00D16085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18171D4" w14:textId="0915DAB1" w:rsidR="00D16085" w:rsidRPr="009C54AE" w:rsidRDefault="001F7557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418292B9" w:rsidR="0085747A" w:rsidRPr="009C54AE" w:rsidRDefault="00AD37D8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CA12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6FDF6740" w:rsidR="0085747A" w:rsidRPr="009C54AE" w:rsidRDefault="0069393E" w:rsidP="006939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C6A05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Default="0085747A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3F23FCA8" w14:textId="24D47BB0" w:rsidR="00260D2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0699E350" w:rsidR="00260D28" w:rsidRPr="00FC555C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617C5E4" w:rsidR="00260D2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C3ECB62" w14:textId="0B13FBB6" w:rsidR="001E1A2C" w:rsidRPr="00E066F7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Default="0085747A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A0410C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2DC24561" w14:textId="42EC0A1A" w:rsidR="00260D2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3126003A" w:rsidR="00260D28" w:rsidRPr="002406FF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9655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FC555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2406FF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1D031C61" w:rsidR="00260D28" w:rsidRPr="008408D8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9655FC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857E6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2406F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43992A80" w14:textId="77777777" w:rsidR="00260D28" w:rsidRPr="009655FC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176A76B1" w14:textId="1B6468DE" w:rsidR="00FA1DF4" w:rsidRPr="00780FED" w:rsidRDefault="00260D28" w:rsidP="006939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9655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</w:tc>
      </w:tr>
    </w:tbl>
    <w:p w14:paraId="53F92590" w14:textId="77777777" w:rsidR="0085747A" w:rsidRPr="00780F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75ACD" w14:textId="77777777" w:rsidR="007C008D" w:rsidRDefault="007C008D" w:rsidP="00C16ABF">
      <w:pPr>
        <w:spacing w:after="0" w:line="240" w:lineRule="auto"/>
      </w:pPr>
      <w:r>
        <w:separator/>
      </w:r>
    </w:p>
  </w:endnote>
  <w:endnote w:type="continuationSeparator" w:id="0">
    <w:p w14:paraId="1489D68A" w14:textId="77777777" w:rsidR="007C008D" w:rsidRDefault="007C008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B8A92" w14:textId="77777777" w:rsidR="007C008D" w:rsidRDefault="007C008D" w:rsidP="00C16ABF">
      <w:pPr>
        <w:spacing w:after="0" w:line="240" w:lineRule="auto"/>
      </w:pPr>
      <w:r>
        <w:separator/>
      </w:r>
    </w:p>
  </w:footnote>
  <w:footnote w:type="continuationSeparator" w:id="0">
    <w:p w14:paraId="1DD0D6DD" w14:textId="77777777" w:rsidR="007C008D" w:rsidRDefault="007C008D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860CC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0243E"/>
    <w:rsid w:val="00121A87"/>
    <w:rsid w:val="001242EF"/>
    <w:rsid w:val="00124BFF"/>
    <w:rsid w:val="0012560E"/>
    <w:rsid w:val="00127108"/>
    <w:rsid w:val="0013434E"/>
    <w:rsid w:val="00134B13"/>
    <w:rsid w:val="001469C7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1F37DE"/>
    <w:rsid w:val="001F7557"/>
    <w:rsid w:val="002144C0"/>
    <w:rsid w:val="0022477D"/>
    <w:rsid w:val="002278A9"/>
    <w:rsid w:val="002336F9"/>
    <w:rsid w:val="0024028F"/>
    <w:rsid w:val="002406FF"/>
    <w:rsid w:val="0024355A"/>
    <w:rsid w:val="00244ABC"/>
    <w:rsid w:val="002541C3"/>
    <w:rsid w:val="00260D28"/>
    <w:rsid w:val="00281FF2"/>
    <w:rsid w:val="002823E6"/>
    <w:rsid w:val="002857DE"/>
    <w:rsid w:val="0028734F"/>
    <w:rsid w:val="00291567"/>
    <w:rsid w:val="002A22BF"/>
    <w:rsid w:val="002A2389"/>
    <w:rsid w:val="002A671D"/>
    <w:rsid w:val="002B3841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47DE1"/>
    <w:rsid w:val="003501AA"/>
    <w:rsid w:val="003503F6"/>
    <w:rsid w:val="003505A3"/>
    <w:rsid w:val="003530DD"/>
    <w:rsid w:val="00363F78"/>
    <w:rsid w:val="00365D3D"/>
    <w:rsid w:val="00370E17"/>
    <w:rsid w:val="0037521F"/>
    <w:rsid w:val="003763A5"/>
    <w:rsid w:val="00384DAA"/>
    <w:rsid w:val="0039662B"/>
    <w:rsid w:val="003A0A5B"/>
    <w:rsid w:val="003A1176"/>
    <w:rsid w:val="003C0BAE"/>
    <w:rsid w:val="003D0C2C"/>
    <w:rsid w:val="003D18A9"/>
    <w:rsid w:val="003D2581"/>
    <w:rsid w:val="003D6CE2"/>
    <w:rsid w:val="003E1941"/>
    <w:rsid w:val="003E2FE6"/>
    <w:rsid w:val="003E49D5"/>
    <w:rsid w:val="003F205D"/>
    <w:rsid w:val="003F38C0"/>
    <w:rsid w:val="004141FB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0694"/>
    <w:rsid w:val="00543ACC"/>
    <w:rsid w:val="00544BBD"/>
    <w:rsid w:val="0054635F"/>
    <w:rsid w:val="0056027F"/>
    <w:rsid w:val="0056696D"/>
    <w:rsid w:val="00582E8D"/>
    <w:rsid w:val="0059484D"/>
    <w:rsid w:val="005A0855"/>
    <w:rsid w:val="005A3196"/>
    <w:rsid w:val="005C080F"/>
    <w:rsid w:val="005C55E5"/>
    <w:rsid w:val="005C696A"/>
    <w:rsid w:val="005E6E85"/>
    <w:rsid w:val="005F31D2"/>
    <w:rsid w:val="00604D92"/>
    <w:rsid w:val="0061029B"/>
    <w:rsid w:val="00617230"/>
    <w:rsid w:val="00620DEC"/>
    <w:rsid w:val="00621CE1"/>
    <w:rsid w:val="00627FC9"/>
    <w:rsid w:val="00627FF5"/>
    <w:rsid w:val="0063723A"/>
    <w:rsid w:val="00641FD3"/>
    <w:rsid w:val="006424F5"/>
    <w:rsid w:val="00647A91"/>
    <w:rsid w:val="00647FA8"/>
    <w:rsid w:val="00650C5F"/>
    <w:rsid w:val="00654934"/>
    <w:rsid w:val="0066007B"/>
    <w:rsid w:val="006620D9"/>
    <w:rsid w:val="006711FD"/>
    <w:rsid w:val="00671958"/>
    <w:rsid w:val="00675843"/>
    <w:rsid w:val="0069393E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00DD"/>
    <w:rsid w:val="0071620A"/>
    <w:rsid w:val="00724677"/>
    <w:rsid w:val="00725459"/>
    <w:rsid w:val="007327BD"/>
    <w:rsid w:val="00732FEC"/>
    <w:rsid w:val="00734608"/>
    <w:rsid w:val="00740E40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008D"/>
    <w:rsid w:val="007C3299"/>
    <w:rsid w:val="007C3BCC"/>
    <w:rsid w:val="007C4546"/>
    <w:rsid w:val="007D137E"/>
    <w:rsid w:val="007D534A"/>
    <w:rsid w:val="007D6E56"/>
    <w:rsid w:val="007E4C8E"/>
    <w:rsid w:val="007E79FD"/>
    <w:rsid w:val="007F4155"/>
    <w:rsid w:val="007F5D25"/>
    <w:rsid w:val="0081554D"/>
    <w:rsid w:val="0081707E"/>
    <w:rsid w:val="008449B3"/>
    <w:rsid w:val="008500B1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40E9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1911"/>
    <w:rsid w:val="00954A07"/>
    <w:rsid w:val="00967FBD"/>
    <w:rsid w:val="009848F9"/>
    <w:rsid w:val="00997F14"/>
    <w:rsid w:val="009A430C"/>
    <w:rsid w:val="009A78D9"/>
    <w:rsid w:val="009B07C6"/>
    <w:rsid w:val="009B3EB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054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6142"/>
    <w:rsid w:val="00B104F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369"/>
    <w:rsid w:val="00C26CB7"/>
    <w:rsid w:val="00C3173C"/>
    <w:rsid w:val="00C324C1"/>
    <w:rsid w:val="00C36992"/>
    <w:rsid w:val="00C56036"/>
    <w:rsid w:val="00C61DC5"/>
    <w:rsid w:val="00C67E92"/>
    <w:rsid w:val="00C70A26"/>
    <w:rsid w:val="00C766DF"/>
    <w:rsid w:val="00C84762"/>
    <w:rsid w:val="00C94B98"/>
    <w:rsid w:val="00CA1283"/>
    <w:rsid w:val="00CA2B96"/>
    <w:rsid w:val="00CA5089"/>
    <w:rsid w:val="00CD6897"/>
    <w:rsid w:val="00CE5BAC"/>
    <w:rsid w:val="00CF25BE"/>
    <w:rsid w:val="00CF78ED"/>
    <w:rsid w:val="00D02B25"/>
    <w:rsid w:val="00D02EBA"/>
    <w:rsid w:val="00D16085"/>
    <w:rsid w:val="00D17C3C"/>
    <w:rsid w:val="00D26B2C"/>
    <w:rsid w:val="00D352C9"/>
    <w:rsid w:val="00D425B2"/>
    <w:rsid w:val="00D428D6"/>
    <w:rsid w:val="00D552B2"/>
    <w:rsid w:val="00D608D1"/>
    <w:rsid w:val="00D72C19"/>
    <w:rsid w:val="00D74119"/>
    <w:rsid w:val="00D8075B"/>
    <w:rsid w:val="00D8678B"/>
    <w:rsid w:val="00D92110"/>
    <w:rsid w:val="00D9780E"/>
    <w:rsid w:val="00DA2114"/>
    <w:rsid w:val="00DB32D2"/>
    <w:rsid w:val="00DE09C0"/>
    <w:rsid w:val="00DE4A14"/>
    <w:rsid w:val="00DE6890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0EF9"/>
    <w:rsid w:val="00E95BE5"/>
    <w:rsid w:val="00E960BB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70AB"/>
    <w:rsid w:val="00F17567"/>
    <w:rsid w:val="00F25273"/>
    <w:rsid w:val="00F27A7B"/>
    <w:rsid w:val="00F526AF"/>
    <w:rsid w:val="00F617C3"/>
    <w:rsid w:val="00F7066B"/>
    <w:rsid w:val="00F71334"/>
    <w:rsid w:val="00F735B8"/>
    <w:rsid w:val="00F83B28"/>
    <w:rsid w:val="00F83E5A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9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911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1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1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191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1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191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B66B-32CE-4BC5-A94C-B11C7B1C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6</Pages>
  <Words>1628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23</cp:revision>
  <cp:lastPrinted>2020-10-13T09:10:00Z</cp:lastPrinted>
  <dcterms:created xsi:type="dcterms:W3CDTF">2019-11-20T17:11:00Z</dcterms:created>
  <dcterms:modified xsi:type="dcterms:W3CDTF">2024-09-16T05:54:00Z</dcterms:modified>
</cp:coreProperties>
</file>